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BF688" w14:textId="77777777" w:rsidR="000719BB" w:rsidRDefault="000719BB" w:rsidP="006C2343">
      <w:pPr>
        <w:pStyle w:val="Titul2"/>
      </w:pPr>
    </w:p>
    <w:p w14:paraId="7CDD87B5" w14:textId="77777777" w:rsidR="00826B7B" w:rsidRDefault="00826B7B" w:rsidP="006C2343">
      <w:pPr>
        <w:pStyle w:val="Titul2"/>
      </w:pPr>
    </w:p>
    <w:p w14:paraId="59AC35D2" w14:textId="77777777" w:rsidR="00DA1C67" w:rsidRDefault="00DA1C67" w:rsidP="006C2343">
      <w:pPr>
        <w:pStyle w:val="Titul2"/>
      </w:pPr>
    </w:p>
    <w:p w14:paraId="3E9997ED" w14:textId="77777777" w:rsidR="003254A3" w:rsidRPr="000719BB" w:rsidRDefault="00BD76C3" w:rsidP="006C2343">
      <w:pPr>
        <w:pStyle w:val="Titul2"/>
      </w:pPr>
      <w:r>
        <w:t>Příloha č. 2 c)</w:t>
      </w:r>
    </w:p>
    <w:p w14:paraId="25662263" w14:textId="77777777" w:rsidR="003254A3" w:rsidRDefault="003254A3" w:rsidP="00AD0C7B">
      <w:pPr>
        <w:pStyle w:val="Titul2"/>
      </w:pPr>
    </w:p>
    <w:p w14:paraId="5A41E7C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2D65F039" w14:textId="77777777" w:rsidR="00AD0C7B" w:rsidRDefault="00AD0C7B" w:rsidP="00EB46E5">
      <w:pPr>
        <w:pStyle w:val="Titul2"/>
      </w:pPr>
    </w:p>
    <w:p w14:paraId="3ABD8B4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14942092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9F168D99D70348F3B30834E7B51E803A"/>
        </w:placeholder>
        <w:text w:multiLine="1"/>
      </w:sdtPr>
      <w:sdtEndPr>
        <w:rPr>
          <w:rStyle w:val="Nzevakce"/>
        </w:rPr>
      </w:sdtEndPr>
      <w:sdtContent>
        <w:p w14:paraId="1D76973E" w14:textId="75405EFC" w:rsidR="009226C1" w:rsidRDefault="00C03BC6" w:rsidP="006C2343">
          <w:pPr>
            <w:pStyle w:val="Tituldatum"/>
          </w:pPr>
          <w:r w:rsidRPr="00C03BC6">
            <w:rPr>
              <w:rStyle w:val="Nzevakce"/>
            </w:rPr>
            <w:t>Doplnění závor na přejezdu v km 32,168 (P5221) a rekonstrukce PZM v km 33,331 (P5222) v obvodu žst. Smiřice</w:t>
          </w:r>
        </w:p>
      </w:sdtContent>
    </w:sdt>
    <w:p w14:paraId="71033850" w14:textId="77777777" w:rsidR="003B111D" w:rsidRDefault="003B111D" w:rsidP="00CA1640">
      <w:pPr>
        <w:pStyle w:val="Tituldatum"/>
        <w:jc w:val="center"/>
      </w:pPr>
    </w:p>
    <w:p w14:paraId="42981C48" w14:textId="18DC3795" w:rsidR="00CA1640" w:rsidRDefault="00CA1640" w:rsidP="00ED5E40">
      <w:pPr>
        <w:pStyle w:val="Tituldatum"/>
      </w:pPr>
    </w:p>
    <w:p w14:paraId="534D0081" w14:textId="77777777" w:rsidR="00353475" w:rsidRDefault="00353475" w:rsidP="00ED5E40">
      <w:pPr>
        <w:pStyle w:val="Tituldatum"/>
      </w:pPr>
    </w:p>
    <w:p w14:paraId="1C637DDA" w14:textId="77777777" w:rsidR="00CA1640" w:rsidRDefault="00CA1640" w:rsidP="00ED5E40">
      <w:pPr>
        <w:pStyle w:val="Tituldatum"/>
      </w:pPr>
    </w:p>
    <w:p w14:paraId="239451BF" w14:textId="3086652F" w:rsidR="00826B7B" w:rsidRDefault="006C2343" w:rsidP="00ED5E40">
      <w:pPr>
        <w:pStyle w:val="Tituldatum"/>
      </w:pPr>
      <w:r w:rsidRPr="006C2343">
        <w:t xml:space="preserve">Datum vydání: </w:t>
      </w:r>
      <w:r w:rsidRPr="006C2343">
        <w:tab/>
      </w:r>
      <w:r w:rsidR="00144C2B">
        <w:t>26</w:t>
      </w:r>
      <w:r w:rsidR="00280227">
        <w:t>.</w:t>
      </w:r>
      <w:r w:rsidR="003F1668">
        <w:t xml:space="preserve"> </w:t>
      </w:r>
      <w:r w:rsidR="00C03BC6">
        <w:t>1</w:t>
      </w:r>
      <w:r w:rsidR="003F1668">
        <w:t>0</w:t>
      </w:r>
      <w:r w:rsidR="0074209E">
        <w:t>.</w:t>
      </w:r>
      <w:r w:rsidR="003F1668">
        <w:t xml:space="preserve"> </w:t>
      </w:r>
      <w:r w:rsidR="0074209E">
        <w:t>202</w:t>
      </w:r>
      <w:r w:rsidR="00353475">
        <w:t>1</w:t>
      </w:r>
    </w:p>
    <w:p w14:paraId="0C10C975" w14:textId="77777777" w:rsidR="00ED5E40" w:rsidRPr="00946B93" w:rsidRDefault="00ED5E40" w:rsidP="00353475">
      <w:pPr>
        <w:pStyle w:val="TPNADPIS-1slovan"/>
        <w:pageBreakBefore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0" w:name="_Toc422231086"/>
      <w:bookmarkStart w:id="1" w:name="_Toc34909590"/>
      <w:bookmarkStart w:id="2" w:name="_Toc397349568"/>
      <w:r w:rsidRPr="00946B93">
        <w:rPr>
          <w:rFonts w:asciiTheme="minorHAnsi" w:hAnsiTheme="minorHAnsi"/>
          <w:sz w:val="18"/>
          <w:szCs w:val="18"/>
        </w:rPr>
        <w:lastRenderedPageBreak/>
        <w:t>Doklady předkládané Zhotovitelem</w:t>
      </w:r>
      <w:bookmarkEnd w:id="0"/>
      <w:bookmarkEnd w:id="1"/>
      <w:r w:rsidRPr="00946B93">
        <w:rPr>
          <w:rFonts w:asciiTheme="minorHAnsi" w:hAnsiTheme="minorHAnsi"/>
          <w:sz w:val="18"/>
          <w:szCs w:val="18"/>
        </w:rPr>
        <w:t xml:space="preserve"> </w:t>
      </w:r>
      <w:bookmarkEnd w:id="2"/>
    </w:p>
    <w:p w14:paraId="7B0D4266" w14:textId="77777777" w:rsidR="00ED5E40" w:rsidRPr="00946B93" w:rsidRDefault="00ED5E40" w:rsidP="00ED5E40">
      <w:pPr>
        <w:pStyle w:val="TPText-1odrka"/>
        <w:numPr>
          <w:ilvl w:val="0"/>
          <w:numId w:val="0"/>
        </w:numPr>
        <w:ind w:left="1378"/>
        <w:jc w:val="left"/>
        <w:rPr>
          <w:rFonts w:asciiTheme="minorHAnsi" w:hAnsiTheme="minorHAnsi"/>
          <w:sz w:val="18"/>
          <w:szCs w:val="18"/>
        </w:rPr>
      </w:pPr>
    </w:p>
    <w:p w14:paraId="46B94C66" w14:textId="77777777" w:rsidR="00ED5E40" w:rsidRPr="00353475" w:rsidRDefault="00ED5E40" w:rsidP="00353475">
      <w:pPr>
        <w:autoSpaceDE w:val="0"/>
        <w:autoSpaceDN w:val="0"/>
        <w:spacing w:after="0"/>
        <w:jc w:val="both"/>
      </w:pPr>
      <w:r w:rsidRPr="00353475">
        <w:t>Zhotovitel doloží mimo jiné před zahájením prací na železniční dopravní cestě prosté kopie dokladů:</w:t>
      </w:r>
    </w:p>
    <w:p w14:paraId="4DB4BCF2" w14:textId="25031A3D" w:rsidR="00ED5E40" w:rsidRDefault="00ED5E40" w:rsidP="00353475">
      <w:pPr>
        <w:autoSpaceDE w:val="0"/>
        <w:autoSpaceDN w:val="0"/>
        <w:spacing w:after="0"/>
        <w:jc w:val="both"/>
      </w:pPr>
      <w:r w:rsidRPr="00353475">
        <w:t>O kvalifikaci zhotovitelů dle Předpisu o odborné způsobilosti a znalosti osob při provozování dráhy a drážní dopravy SŽDC Zam 1 v platném znění:</w:t>
      </w:r>
    </w:p>
    <w:p w14:paraId="39726256" w14:textId="77777777" w:rsidR="001E1CD7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>Z 06c - vedoucí prací pro montáž železničních zabezpečovacích zařízení;</w:t>
      </w:r>
    </w:p>
    <w:p w14:paraId="74335C2C" w14:textId="77777777" w:rsidR="001E1CD7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>E–07 - vedoucí prací na ostatních elektrických zařízeních;</w:t>
      </w:r>
    </w:p>
    <w:p w14:paraId="031264EA" w14:textId="71640981" w:rsidR="001E1CD7" w:rsidRPr="00353475" w:rsidRDefault="001E1CD7" w:rsidP="001E1CD7">
      <w:pPr>
        <w:autoSpaceDE w:val="0"/>
        <w:autoSpaceDN w:val="0"/>
        <w:spacing w:after="0"/>
        <w:jc w:val="both"/>
      </w:pPr>
      <w:r>
        <w:t>•</w:t>
      </w:r>
      <w:r>
        <w:tab/>
        <w:t>TZE - osoba odborně způsobilá k provádění revizí, prohlídek a zkoušek UTZ.</w:t>
      </w:r>
    </w:p>
    <w:p w14:paraId="2103EEDF" w14:textId="77777777" w:rsidR="00C00E69" w:rsidRDefault="00C00E69" w:rsidP="00C00E69">
      <w:pPr>
        <w:pStyle w:val="Odstavecseseznamem"/>
        <w:autoSpaceDE w:val="0"/>
        <w:autoSpaceDN w:val="0"/>
        <w:spacing w:after="0"/>
        <w:jc w:val="both"/>
        <w:rPr>
          <w:rFonts w:cs="Calibri"/>
        </w:rPr>
      </w:pPr>
    </w:p>
    <w:p w14:paraId="072D919A" w14:textId="77777777" w:rsidR="00ED5E40" w:rsidRPr="0065616C" w:rsidRDefault="00ED5E40" w:rsidP="00ED5E40">
      <w:pPr>
        <w:autoSpaceDE w:val="0"/>
        <w:autoSpaceDN w:val="0"/>
        <w:spacing w:after="0"/>
        <w:jc w:val="both"/>
        <w:rPr>
          <w:rFonts w:cs="Calibri"/>
        </w:rPr>
      </w:pPr>
      <w:r w:rsidRPr="000A4167">
        <w:t>Výše uvedené doklady upravující odbornou způsobilost musí osvědčit odbornou způsobilost samotného Zhotovitele (je-li fyzickou osobou) nebo jiné osoby, která bude pro Zhotovitele příslušnou činnost vykonávat.</w:t>
      </w:r>
    </w:p>
    <w:p w14:paraId="7A37626F" w14:textId="4ED7A1E6" w:rsidR="00ED5E40" w:rsidRDefault="00ED5E40" w:rsidP="00ED5E40">
      <w:pPr>
        <w:pStyle w:val="TPNADPIS-1slovan"/>
        <w:tabs>
          <w:tab w:val="num" w:pos="340"/>
        </w:tabs>
        <w:jc w:val="left"/>
        <w:rPr>
          <w:rFonts w:asciiTheme="minorHAnsi" w:hAnsiTheme="minorHAnsi"/>
          <w:sz w:val="18"/>
          <w:szCs w:val="18"/>
        </w:rPr>
      </w:pPr>
      <w:bookmarkStart w:id="3" w:name="_Toc12424120"/>
      <w:bookmarkStart w:id="4" w:name="_Toc34909591"/>
      <w:r w:rsidRPr="00946B93">
        <w:rPr>
          <w:rFonts w:asciiTheme="minorHAnsi" w:hAnsiTheme="minorHAnsi"/>
          <w:sz w:val="18"/>
          <w:szCs w:val="18"/>
        </w:rPr>
        <w:t>Koordinace s jinými stavbami</w:t>
      </w:r>
      <w:bookmarkEnd w:id="3"/>
      <w:bookmarkEnd w:id="4"/>
      <w:r w:rsidRPr="00946B93">
        <w:rPr>
          <w:rFonts w:asciiTheme="minorHAnsi" w:hAnsiTheme="minorHAnsi"/>
          <w:sz w:val="18"/>
          <w:szCs w:val="18"/>
        </w:rPr>
        <w:t xml:space="preserve"> </w:t>
      </w:r>
    </w:p>
    <w:p w14:paraId="416ACC85" w14:textId="7E8D1A92" w:rsidR="00FA1270" w:rsidRDefault="006307CE" w:rsidP="00353475">
      <w:pPr>
        <w:autoSpaceDE w:val="0"/>
        <w:autoSpaceDN w:val="0"/>
        <w:spacing w:after="0"/>
        <w:jc w:val="both"/>
      </w:pPr>
      <w:r w:rsidRPr="006307CE">
        <w:t xml:space="preserve">Pro dané období nejsou zatím plánovány opravné ani investiční stavby. V případě změny do doby realizace bude investor zhotovitele </w:t>
      </w:r>
      <w:r w:rsidR="00FA252E" w:rsidRPr="006307CE">
        <w:t>informovat.</w:t>
      </w:r>
      <w:r w:rsidR="00FA1270">
        <w:t xml:space="preserve"> </w:t>
      </w:r>
    </w:p>
    <w:p w14:paraId="39C843F2" w14:textId="77777777" w:rsidR="00ED5E40" w:rsidRDefault="00ED5E40" w:rsidP="00ED5E40">
      <w:pPr>
        <w:pStyle w:val="TPText-1odrka"/>
        <w:numPr>
          <w:ilvl w:val="0"/>
          <w:numId w:val="0"/>
        </w:numPr>
        <w:spacing w:before="0"/>
        <w:jc w:val="left"/>
        <w:rPr>
          <w:rFonts w:asciiTheme="minorHAnsi" w:hAnsiTheme="minorHAnsi"/>
          <w:sz w:val="18"/>
          <w:szCs w:val="18"/>
        </w:rPr>
      </w:pPr>
    </w:p>
    <w:p w14:paraId="52E36C10" w14:textId="77777777" w:rsidR="00ED5E40" w:rsidRDefault="00ED5E40" w:rsidP="00ED5E40">
      <w:pPr>
        <w:pStyle w:val="TPNADPIS-1slovan"/>
        <w:tabs>
          <w:tab w:val="num" w:pos="340"/>
        </w:tabs>
        <w:ind w:left="1637" w:hanging="1637"/>
        <w:jc w:val="left"/>
        <w:rPr>
          <w:rFonts w:asciiTheme="minorHAnsi" w:hAnsiTheme="minorHAnsi"/>
          <w:sz w:val="18"/>
          <w:szCs w:val="18"/>
        </w:rPr>
      </w:pPr>
      <w:bookmarkStart w:id="5" w:name="_Toc513118592"/>
      <w:bookmarkStart w:id="6" w:name="_Toc34909592"/>
      <w:r w:rsidRPr="00946B93">
        <w:rPr>
          <w:rFonts w:asciiTheme="minorHAnsi" w:hAnsiTheme="minorHAnsi"/>
          <w:sz w:val="18"/>
          <w:szCs w:val="18"/>
        </w:rPr>
        <w:t>Organizace výstavby, výluky</w:t>
      </w:r>
      <w:bookmarkEnd w:id="5"/>
      <w:bookmarkEnd w:id="6"/>
    </w:p>
    <w:p w14:paraId="79B570C9" w14:textId="6F756EBD" w:rsidR="00ED5E40" w:rsidRDefault="00ED5E40" w:rsidP="00ED5E40">
      <w:pPr>
        <w:spacing w:after="0"/>
        <w:rPr>
          <w:rFonts w:cs="Calibri"/>
        </w:rPr>
      </w:pPr>
      <w:r>
        <w:rPr>
          <w:rFonts w:cs="Calibri"/>
        </w:rPr>
        <w:t>Organizace výstavby viz</w:t>
      </w:r>
      <w:r w:rsidRPr="00092D12">
        <w:rPr>
          <w:rFonts w:cs="Calibri"/>
        </w:rPr>
        <w:t xml:space="preserve"> přiložená dokumentace</w:t>
      </w:r>
      <w:r>
        <w:rPr>
          <w:rFonts w:cs="Calibri"/>
        </w:rPr>
        <w:t>.</w:t>
      </w:r>
    </w:p>
    <w:p w14:paraId="07262EF1" w14:textId="3173D582" w:rsidR="006307CE" w:rsidRDefault="006307CE" w:rsidP="00ED5E40">
      <w:pPr>
        <w:spacing w:after="0"/>
        <w:rPr>
          <w:rFonts w:cs="Calibri"/>
        </w:rPr>
      </w:pPr>
      <w:r>
        <w:rPr>
          <w:rFonts w:cs="Calibri"/>
        </w:rPr>
        <w:t>Pro tuto stavbu nejsou vyžadovány nepřetržité výluky.</w:t>
      </w:r>
    </w:p>
    <w:p w14:paraId="40B4BA18" w14:textId="77777777" w:rsidR="002B6B58" w:rsidRDefault="002B6B58" w:rsidP="00ED5E40">
      <w:pPr>
        <w:pStyle w:val="Nadpis2-1"/>
        <w:numPr>
          <w:ilvl w:val="0"/>
          <w:numId w:val="0"/>
        </w:numPr>
        <w:ind w:left="737"/>
      </w:pPr>
    </w:p>
    <w:sectPr w:rsidR="002B6B58" w:rsidSect="00757290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0C3E7" w14:textId="77777777" w:rsidR="004E69B5" w:rsidRDefault="004E69B5" w:rsidP="00962258">
      <w:pPr>
        <w:spacing w:after="0" w:line="240" w:lineRule="auto"/>
      </w:pPr>
      <w:r>
        <w:separator/>
      </w:r>
    </w:p>
  </w:endnote>
  <w:endnote w:type="continuationSeparator" w:id="0">
    <w:p w14:paraId="17C111A2" w14:textId="77777777" w:rsidR="004E69B5" w:rsidRDefault="004E69B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C74D0E" w:rsidRPr="003462EB" w14:paraId="089092A0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35850E87" w14:textId="4014D079" w:rsidR="00C74D0E" w:rsidRPr="00B8518B" w:rsidRDefault="00C74D0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C8B2B1B" w14:textId="0A0C53CB" w:rsidR="00C74D0E" w:rsidRPr="003462EB" w:rsidRDefault="004E69B5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144C2B">
            <w:rPr>
              <w:noProof/>
            </w:rPr>
            <w:t>Doplnění závor na přejezdu v km 32,168 (P5221) a rekonstrukce PZM v km 33,331 (P5222) v obvodu žst. Smiřice</w:t>
          </w:r>
          <w:r>
            <w:rPr>
              <w:noProof/>
            </w:rPr>
            <w:fldChar w:fldCharType="end"/>
          </w:r>
        </w:p>
        <w:p w14:paraId="12019163" w14:textId="77777777" w:rsidR="00C74D0E" w:rsidRDefault="00C74D0E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61334FFD" w14:textId="77777777" w:rsidR="00C74D0E" w:rsidRPr="003462EB" w:rsidRDefault="00C74D0E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2D55C550" w14:textId="77777777" w:rsidR="00C74D0E" w:rsidRPr="00614E71" w:rsidRDefault="00C74D0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C74D0E" w:rsidRPr="009E09BE" w14:paraId="5536728D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EA18C8" w14:textId="4A77221B" w:rsidR="00C74D0E" w:rsidRDefault="004E69B5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144C2B">
            <w:rPr>
              <w:noProof/>
            </w:rPr>
            <w:t>otov</w:t>
          </w:r>
          <w:r>
            <w:rPr>
              <w:noProof/>
            </w:rPr>
            <w:fldChar w:fldCharType="end"/>
          </w:r>
        </w:p>
        <w:p w14:paraId="17C576B8" w14:textId="77777777" w:rsidR="00C74D0E" w:rsidRDefault="00C74D0E" w:rsidP="003B111D">
          <w:pPr>
            <w:pStyle w:val="Zpatvpravo"/>
          </w:pPr>
          <w:r>
            <w:t>Příloha č. 2 c)</w:t>
          </w:r>
        </w:p>
        <w:p w14:paraId="0D681DF4" w14:textId="77777777" w:rsidR="00C74D0E" w:rsidRPr="003462EB" w:rsidRDefault="00C74D0E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6E51DA73" w14:textId="77777777" w:rsidR="00C74D0E" w:rsidRPr="009E09BE" w:rsidRDefault="00C74D0E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4D55FF8" w14:textId="77777777" w:rsidR="00C74D0E" w:rsidRPr="00B8518B" w:rsidRDefault="00C74D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F7B14" w14:textId="77777777" w:rsidR="00C74D0E" w:rsidRPr="00B8518B" w:rsidRDefault="00C74D0E" w:rsidP="00460660">
    <w:pPr>
      <w:pStyle w:val="Zpat"/>
      <w:rPr>
        <w:sz w:val="2"/>
        <w:szCs w:val="2"/>
      </w:rPr>
    </w:pPr>
  </w:p>
  <w:p w14:paraId="17317287" w14:textId="4DC2F3CF" w:rsidR="00C74D0E" w:rsidRDefault="00C74D0E" w:rsidP="00757290">
    <w:pPr>
      <w:pStyle w:val="Zpatvlevo"/>
      <w:rPr>
        <w:rFonts w:cs="Calibri"/>
        <w:szCs w:val="12"/>
      </w:rPr>
    </w:pPr>
  </w:p>
  <w:p w14:paraId="5F036ABA" w14:textId="77777777" w:rsidR="00C74D0E" w:rsidRDefault="00C74D0E" w:rsidP="00757290">
    <w:pPr>
      <w:pStyle w:val="Zpatvlevo"/>
    </w:pPr>
  </w:p>
  <w:p w14:paraId="21223890" w14:textId="6FB7E5DB" w:rsidR="00C74D0E" w:rsidRPr="005D19D8" w:rsidRDefault="00C74D0E" w:rsidP="00757290">
    <w:pPr>
      <w:pStyle w:val="Zpatvlevo"/>
    </w:pPr>
  </w:p>
  <w:p w14:paraId="38E0C1BB" w14:textId="77777777" w:rsidR="00C74D0E" w:rsidRPr="00460660" w:rsidRDefault="00C74D0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84E43" w14:textId="77777777" w:rsidR="004E69B5" w:rsidRDefault="004E69B5" w:rsidP="00962258">
      <w:pPr>
        <w:spacing w:after="0" w:line="240" w:lineRule="auto"/>
      </w:pPr>
      <w:r>
        <w:separator/>
      </w:r>
    </w:p>
  </w:footnote>
  <w:footnote w:type="continuationSeparator" w:id="0">
    <w:p w14:paraId="13B90DC3" w14:textId="77777777" w:rsidR="004E69B5" w:rsidRDefault="004E69B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C74D0E" w14:paraId="32D87F4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93995DF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37671F" w14:textId="77777777" w:rsidR="00C74D0E" w:rsidRDefault="00C74D0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0EE1665" wp14:editId="78DE22C4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57C0BAA" w14:textId="77777777" w:rsidR="00C74D0E" w:rsidRPr="00D6163D" w:rsidRDefault="00C74D0E" w:rsidP="00FC6389">
          <w:pPr>
            <w:pStyle w:val="Druhdokumentu"/>
          </w:pPr>
        </w:p>
      </w:tc>
    </w:tr>
    <w:tr w:rsidR="00C74D0E" w14:paraId="158D04BC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696BC40" w14:textId="77777777" w:rsidR="00C74D0E" w:rsidRPr="00B8518B" w:rsidRDefault="00C74D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C0C2B5" w14:textId="77777777" w:rsidR="00C74D0E" w:rsidRDefault="00C74D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0FA8354" w14:textId="77777777" w:rsidR="00C74D0E" w:rsidRPr="00D6163D" w:rsidRDefault="00C74D0E" w:rsidP="00FC6389">
          <w:pPr>
            <w:pStyle w:val="Druhdokumentu"/>
          </w:pPr>
        </w:p>
      </w:tc>
    </w:tr>
  </w:tbl>
  <w:p w14:paraId="5DFB6441" w14:textId="77777777" w:rsidR="00C74D0E" w:rsidRPr="00D6163D" w:rsidRDefault="00C74D0E" w:rsidP="00FC6389">
    <w:pPr>
      <w:pStyle w:val="Zhlav"/>
      <w:rPr>
        <w:sz w:val="8"/>
        <w:szCs w:val="8"/>
      </w:rPr>
    </w:pPr>
  </w:p>
  <w:p w14:paraId="10420827" w14:textId="77777777" w:rsidR="00C74D0E" w:rsidRPr="00460660" w:rsidRDefault="00C74D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B7C45E2A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965"/>
        </w:tabs>
        <w:ind w:left="965" w:hanging="681"/>
      </w:pPr>
      <w:rPr>
        <w:rFonts w:asciiTheme="minorHAnsi" w:hAnsiTheme="minorHAnsi" w:hint="default"/>
        <w:b w:val="0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3800"/>
        </w:tabs>
        <w:ind w:left="3800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67C2480"/>
    <w:multiLevelType w:val="hybridMultilevel"/>
    <w:tmpl w:val="FC12F82A"/>
    <w:lvl w:ilvl="0" w:tplc="CED2CCA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173D99"/>
    <w:multiLevelType w:val="hybridMultilevel"/>
    <w:tmpl w:val="5F3ACE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8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7"/>
  </w:num>
  <w:num w:numId="10">
    <w:abstractNumId w:val="8"/>
  </w:num>
  <w:num w:numId="11">
    <w:abstractNumId w:val="10"/>
  </w:num>
  <w:num w:numId="12">
    <w:abstractNumId w:val="1"/>
  </w:num>
  <w:num w:numId="13">
    <w:abstractNumId w:val="4"/>
  </w:num>
  <w:num w:numId="14">
    <w:abstractNumId w:val="12"/>
  </w:num>
  <w:num w:numId="15">
    <w:abstractNumId w:val="3"/>
  </w:num>
  <w:num w:numId="16">
    <w:abstractNumId w:val="0"/>
  </w:num>
  <w:num w:numId="17">
    <w:abstractNumId w:val="9"/>
  </w:num>
  <w:num w:numId="18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169"/>
    <w:rsid w:val="00011CBA"/>
    <w:rsid w:val="00012EC4"/>
    <w:rsid w:val="000145C8"/>
    <w:rsid w:val="0001744E"/>
    <w:rsid w:val="00017F3C"/>
    <w:rsid w:val="00022FA5"/>
    <w:rsid w:val="00041EC8"/>
    <w:rsid w:val="00042BB9"/>
    <w:rsid w:val="00054FC6"/>
    <w:rsid w:val="0006465A"/>
    <w:rsid w:val="0006588D"/>
    <w:rsid w:val="00067A5E"/>
    <w:rsid w:val="000719BB"/>
    <w:rsid w:val="00072A65"/>
    <w:rsid w:val="00072C1E"/>
    <w:rsid w:val="00074C22"/>
    <w:rsid w:val="000768BE"/>
    <w:rsid w:val="00076B14"/>
    <w:rsid w:val="0008461A"/>
    <w:rsid w:val="000A2B28"/>
    <w:rsid w:val="000A6E75"/>
    <w:rsid w:val="000B408F"/>
    <w:rsid w:val="000B4EB8"/>
    <w:rsid w:val="000C41F2"/>
    <w:rsid w:val="000D22C4"/>
    <w:rsid w:val="000D27D1"/>
    <w:rsid w:val="000E1A7F"/>
    <w:rsid w:val="000F15F1"/>
    <w:rsid w:val="00103B38"/>
    <w:rsid w:val="00112864"/>
    <w:rsid w:val="00114472"/>
    <w:rsid w:val="00114988"/>
    <w:rsid w:val="00114DE9"/>
    <w:rsid w:val="00115069"/>
    <w:rsid w:val="001150F2"/>
    <w:rsid w:val="00130E62"/>
    <w:rsid w:val="00140433"/>
    <w:rsid w:val="00144C2B"/>
    <w:rsid w:val="00146BCB"/>
    <w:rsid w:val="0015027B"/>
    <w:rsid w:val="00153B6C"/>
    <w:rsid w:val="001656A2"/>
    <w:rsid w:val="001670B9"/>
    <w:rsid w:val="00170EC5"/>
    <w:rsid w:val="001747C1"/>
    <w:rsid w:val="00176DC4"/>
    <w:rsid w:val="00177D6B"/>
    <w:rsid w:val="001860E7"/>
    <w:rsid w:val="00191F90"/>
    <w:rsid w:val="001A3B3C"/>
    <w:rsid w:val="001A649E"/>
    <w:rsid w:val="001B4180"/>
    <w:rsid w:val="001B4E74"/>
    <w:rsid w:val="001B7668"/>
    <w:rsid w:val="001C645F"/>
    <w:rsid w:val="001E1CD7"/>
    <w:rsid w:val="001E678E"/>
    <w:rsid w:val="001F7C7D"/>
    <w:rsid w:val="002007BA"/>
    <w:rsid w:val="002038C9"/>
    <w:rsid w:val="002071BB"/>
    <w:rsid w:val="00207DF5"/>
    <w:rsid w:val="0022485E"/>
    <w:rsid w:val="00232000"/>
    <w:rsid w:val="00240B81"/>
    <w:rsid w:val="00240E11"/>
    <w:rsid w:val="00247D01"/>
    <w:rsid w:val="0025030F"/>
    <w:rsid w:val="00250479"/>
    <w:rsid w:val="00250AAA"/>
    <w:rsid w:val="00251705"/>
    <w:rsid w:val="00261A5B"/>
    <w:rsid w:val="00262E5B"/>
    <w:rsid w:val="00264D52"/>
    <w:rsid w:val="00276AFE"/>
    <w:rsid w:val="00280227"/>
    <w:rsid w:val="002A3B57"/>
    <w:rsid w:val="002B6B58"/>
    <w:rsid w:val="002C1924"/>
    <w:rsid w:val="002C31BF"/>
    <w:rsid w:val="002D2102"/>
    <w:rsid w:val="002D3D30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3475"/>
    <w:rsid w:val="00355002"/>
    <w:rsid w:val="003571D8"/>
    <w:rsid w:val="00357BC6"/>
    <w:rsid w:val="00361422"/>
    <w:rsid w:val="00362473"/>
    <w:rsid w:val="0037545D"/>
    <w:rsid w:val="0037557C"/>
    <w:rsid w:val="00376246"/>
    <w:rsid w:val="00386FF1"/>
    <w:rsid w:val="00392EB6"/>
    <w:rsid w:val="003956C6"/>
    <w:rsid w:val="003B111D"/>
    <w:rsid w:val="003C33F2"/>
    <w:rsid w:val="003C6679"/>
    <w:rsid w:val="003D756E"/>
    <w:rsid w:val="003D7905"/>
    <w:rsid w:val="003E29C0"/>
    <w:rsid w:val="003E420D"/>
    <w:rsid w:val="003E4C13"/>
    <w:rsid w:val="003F1668"/>
    <w:rsid w:val="003F64A7"/>
    <w:rsid w:val="004078F3"/>
    <w:rsid w:val="0042581E"/>
    <w:rsid w:val="00427794"/>
    <w:rsid w:val="004302F5"/>
    <w:rsid w:val="00450F07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46C0"/>
    <w:rsid w:val="004B7997"/>
    <w:rsid w:val="004C3255"/>
    <w:rsid w:val="004C4399"/>
    <w:rsid w:val="004C787C"/>
    <w:rsid w:val="004D7D8C"/>
    <w:rsid w:val="004E69B5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53375"/>
    <w:rsid w:val="00555884"/>
    <w:rsid w:val="00567EB3"/>
    <w:rsid w:val="005736B7"/>
    <w:rsid w:val="00575E5A"/>
    <w:rsid w:val="00580245"/>
    <w:rsid w:val="0058742A"/>
    <w:rsid w:val="00587CA4"/>
    <w:rsid w:val="00590B8A"/>
    <w:rsid w:val="005A1F44"/>
    <w:rsid w:val="005D3C39"/>
    <w:rsid w:val="005D7706"/>
    <w:rsid w:val="00601A8C"/>
    <w:rsid w:val="0060289C"/>
    <w:rsid w:val="00606B30"/>
    <w:rsid w:val="0061068E"/>
    <w:rsid w:val="006115D3"/>
    <w:rsid w:val="006149D2"/>
    <w:rsid w:val="00614E71"/>
    <w:rsid w:val="006208DF"/>
    <w:rsid w:val="00620A2E"/>
    <w:rsid w:val="006307CE"/>
    <w:rsid w:val="00655976"/>
    <w:rsid w:val="0065610E"/>
    <w:rsid w:val="00660AD3"/>
    <w:rsid w:val="00662818"/>
    <w:rsid w:val="006776B6"/>
    <w:rsid w:val="0069136C"/>
    <w:rsid w:val="00693150"/>
    <w:rsid w:val="006A019B"/>
    <w:rsid w:val="006A5570"/>
    <w:rsid w:val="006A689C"/>
    <w:rsid w:val="006A747D"/>
    <w:rsid w:val="006B2318"/>
    <w:rsid w:val="006B354E"/>
    <w:rsid w:val="006B3D79"/>
    <w:rsid w:val="006B3E78"/>
    <w:rsid w:val="006B6FE4"/>
    <w:rsid w:val="006C16E1"/>
    <w:rsid w:val="006C2343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40AF5"/>
    <w:rsid w:val="0074209E"/>
    <w:rsid w:val="00743525"/>
    <w:rsid w:val="00743E7B"/>
    <w:rsid w:val="00744D42"/>
    <w:rsid w:val="00745555"/>
    <w:rsid w:val="00745B7E"/>
    <w:rsid w:val="00745F94"/>
    <w:rsid w:val="007541A2"/>
    <w:rsid w:val="00755818"/>
    <w:rsid w:val="00757290"/>
    <w:rsid w:val="0076286B"/>
    <w:rsid w:val="007628F3"/>
    <w:rsid w:val="00766846"/>
    <w:rsid w:val="0076790E"/>
    <w:rsid w:val="00770601"/>
    <w:rsid w:val="0077673A"/>
    <w:rsid w:val="00776C2B"/>
    <w:rsid w:val="007846E1"/>
    <w:rsid w:val="007847D6"/>
    <w:rsid w:val="007A202B"/>
    <w:rsid w:val="007A5172"/>
    <w:rsid w:val="007A67A0"/>
    <w:rsid w:val="007B133E"/>
    <w:rsid w:val="007B570C"/>
    <w:rsid w:val="007E141C"/>
    <w:rsid w:val="007E4A6E"/>
    <w:rsid w:val="007E794F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16BC0"/>
    <w:rsid w:val="00821D01"/>
    <w:rsid w:val="00826B7B"/>
    <w:rsid w:val="0083197D"/>
    <w:rsid w:val="00834146"/>
    <w:rsid w:val="0084431B"/>
    <w:rsid w:val="00846789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67E3"/>
    <w:rsid w:val="008C7EFE"/>
    <w:rsid w:val="008D03B9"/>
    <w:rsid w:val="008D2896"/>
    <w:rsid w:val="008D30C7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920E1"/>
    <w:rsid w:val="00992D9C"/>
    <w:rsid w:val="00996CB8"/>
    <w:rsid w:val="009A404E"/>
    <w:rsid w:val="009B2E97"/>
    <w:rsid w:val="009B5146"/>
    <w:rsid w:val="009B69B5"/>
    <w:rsid w:val="009C418E"/>
    <w:rsid w:val="009C442C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848F5"/>
    <w:rsid w:val="00A94C2F"/>
    <w:rsid w:val="00AA4CBB"/>
    <w:rsid w:val="00AA65FA"/>
    <w:rsid w:val="00AA7351"/>
    <w:rsid w:val="00AB0AAA"/>
    <w:rsid w:val="00AC3E83"/>
    <w:rsid w:val="00AC59BD"/>
    <w:rsid w:val="00AC7169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2F73"/>
    <w:rsid w:val="00B03A8B"/>
    <w:rsid w:val="00B0619F"/>
    <w:rsid w:val="00B101FD"/>
    <w:rsid w:val="00B13A26"/>
    <w:rsid w:val="00B15D0D"/>
    <w:rsid w:val="00B22106"/>
    <w:rsid w:val="00B31D98"/>
    <w:rsid w:val="00B344A3"/>
    <w:rsid w:val="00B46BA5"/>
    <w:rsid w:val="00B50AB2"/>
    <w:rsid w:val="00B51A0A"/>
    <w:rsid w:val="00B5431A"/>
    <w:rsid w:val="00B56EB2"/>
    <w:rsid w:val="00B704A0"/>
    <w:rsid w:val="00B75EE1"/>
    <w:rsid w:val="00B77481"/>
    <w:rsid w:val="00B8518B"/>
    <w:rsid w:val="00B861EA"/>
    <w:rsid w:val="00B93566"/>
    <w:rsid w:val="00B97CC3"/>
    <w:rsid w:val="00BC0405"/>
    <w:rsid w:val="00BC06C4"/>
    <w:rsid w:val="00BD76C3"/>
    <w:rsid w:val="00BD7E91"/>
    <w:rsid w:val="00BD7F0D"/>
    <w:rsid w:val="00BE06DC"/>
    <w:rsid w:val="00BF54FE"/>
    <w:rsid w:val="00C00E69"/>
    <w:rsid w:val="00C02D0A"/>
    <w:rsid w:val="00C03A6E"/>
    <w:rsid w:val="00C03BC6"/>
    <w:rsid w:val="00C05737"/>
    <w:rsid w:val="00C13860"/>
    <w:rsid w:val="00C13EC7"/>
    <w:rsid w:val="00C223B5"/>
    <w:rsid w:val="00C226C0"/>
    <w:rsid w:val="00C24A6A"/>
    <w:rsid w:val="00C30CA8"/>
    <w:rsid w:val="00C42FE6"/>
    <w:rsid w:val="00C44E7B"/>
    <w:rsid w:val="00C44F6A"/>
    <w:rsid w:val="00C51B48"/>
    <w:rsid w:val="00C6198E"/>
    <w:rsid w:val="00C708EA"/>
    <w:rsid w:val="00C71821"/>
    <w:rsid w:val="00C73385"/>
    <w:rsid w:val="00C74D0E"/>
    <w:rsid w:val="00C778A5"/>
    <w:rsid w:val="00C81308"/>
    <w:rsid w:val="00C86957"/>
    <w:rsid w:val="00C95162"/>
    <w:rsid w:val="00CA1640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6163D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D0D7E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7218A"/>
    <w:rsid w:val="00E81BA6"/>
    <w:rsid w:val="00E84C3A"/>
    <w:rsid w:val="00E878EE"/>
    <w:rsid w:val="00EA6EC7"/>
    <w:rsid w:val="00EB104F"/>
    <w:rsid w:val="00EB1EA8"/>
    <w:rsid w:val="00EB46E5"/>
    <w:rsid w:val="00EC613E"/>
    <w:rsid w:val="00ED0703"/>
    <w:rsid w:val="00ED14BD"/>
    <w:rsid w:val="00ED5E40"/>
    <w:rsid w:val="00EE0CB6"/>
    <w:rsid w:val="00EF1373"/>
    <w:rsid w:val="00F016C7"/>
    <w:rsid w:val="00F12DEC"/>
    <w:rsid w:val="00F1715C"/>
    <w:rsid w:val="00F310F8"/>
    <w:rsid w:val="00F35939"/>
    <w:rsid w:val="00F371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A1270"/>
    <w:rsid w:val="00FA252E"/>
    <w:rsid w:val="00FB5DE8"/>
    <w:rsid w:val="00FB6342"/>
    <w:rsid w:val="00FC2D6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3107BC"/>
  <w14:defaultImageDpi w14:val="32767"/>
  <w15:docId w15:val="{23A1C9FC-DCF4-4887-9E5B-003D81AE7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link w:val="TPNadpis-2slovanChar"/>
    <w:qFormat/>
    <w:rsid w:val="00ED5E40"/>
    <w:pPr>
      <w:keepNext/>
      <w:numPr>
        <w:ilvl w:val="1"/>
        <w:numId w:val="15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ED5E40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ED5E40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ED5E40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ED5E40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ED5E40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ED5E40"/>
    <w:pPr>
      <w:numPr>
        <w:ilvl w:val="3"/>
        <w:numId w:val="15"/>
      </w:numPr>
      <w:tabs>
        <w:tab w:val="clear" w:pos="3800"/>
        <w:tab w:val="num" w:pos="1985"/>
      </w:tabs>
      <w:spacing w:before="80" w:after="0" w:line="240" w:lineRule="auto"/>
      <w:ind w:left="1985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ED5E40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ED5E40"/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TPText-1slovan"/>
    <w:link w:val="TPText-1odrkaChar"/>
    <w:qFormat/>
    <w:rsid w:val="00ED5E40"/>
    <w:pPr>
      <w:numPr>
        <w:ilvl w:val="0"/>
        <w:numId w:val="16"/>
      </w:numPr>
      <w:spacing w:before="40"/>
    </w:pPr>
  </w:style>
  <w:style w:type="character" w:customStyle="1" w:styleId="TPText-1odrkaChar">
    <w:name w:val="TP_Text-1_• odrážka Char"/>
    <w:link w:val="TPText-1odrka"/>
    <w:rsid w:val="00ED5E40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pr&#225;va%20&#382;eleznic\nov&#283;%20vznikl&#233;\&#382;&#225;dost%20na%20realizaci\ZTP_80,15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168D99D70348F3B30834E7B51E80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1FACA6-A643-4843-B8C9-409BFCF1E298}"/>
      </w:docPartPr>
      <w:docPartBody>
        <w:p w:rsidR="002469B4" w:rsidRDefault="00453632">
          <w:pPr>
            <w:pStyle w:val="9F168D99D70348F3B30834E7B51E803A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32"/>
    <w:rsid w:val="000519CB"/>
    <w:rsid w:val="00077CE7"/>
    <w:rsid w:val="001456D9"/>
    <w:rsid w:val="001A2EB4"/>
    <w:rsid w:val="001C7CF0"/>
    <w:rsid w:val="0022082C"/>
    <w:rsid w:val="002469B4"/>
    <w:rsid w:val="00453632"/>
    <w:rsid w:val="006A58F8"/>
    <w:rsid w:val="00743970"/>
    <w:rsid w:val="009873E0"/>
    <w:rsid w:val="009A6174"/>
    <w:rsid w:val="00AD00DC"/>
    <w:rsid w:val="00B06328"/>
    <w:rsid w:val="00C12B89"/>
    <w:rsid w:val="00CD55EA"/>
    <w:rsid w:val="00E33986"/>
    <w:rsid w:val="00FB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9F168D99D70348F3B30834E7B51E803A">
    <w:name w:val="9F168D99D70348F3B30834E7B51E8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BD064A-76CE-4570-AE8F-86F225506CD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ZTP_80,155.dotx</Template>
  <TotalTime>2</TotalTime>
  <Pages>2</Pages>
  <Words>176</Words>
  <Characters>1039</Characters>
  <Application>Microsoft Office Word</Application>
  <DocSecurity>0</DocSecurity>
  <Lines>8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Admin</dc:creator>
  <cp:lastModifiedBy>Ivana Kabeláčová</cp:lastModifiedBy>
  <cp:revision>4</cp:revision>
  <cp:lastPrinted>2021-10-04T06:22:00Z</cp:lastPrinted>
  <dcterms:created xsi:type="dcterms:W3CDTF">2021-10-05T13:26:00Z</dcterms:created>
  <dcterms:modified xsi:type="dcterms:W3CDTF">2021-10-26T08:59:00Z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